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7BFBBAD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52C15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62467DFB" w:rsidR="000C4CBF" w:rsidRDefault="00A035EA" w:rsidP="00544BE8">
      <w:pPr>
        <w:rPr>
          <w:lang w:eastAsia="cs-CZ"/>
        </w:rPr>
      </w:pPr>
      <w:r w:rsidRPr="00452C15">
        <w:rPr>
          <w:rStyle w:val="tun"/>
          <w:rFonts w:eastAsiaTheme="minorHAnsi"/>
          <w:b w:val="0"/>
          <w:bCs/>
        </w:rPr>
        <w:t>který</w:t>
      </w:r>
      <w:r w:rsidRPr="00452C15">
        <w:rPr>
          <w:lang w:eastAsia="cs-CZ"/>
        </w:rPr>
        <w:t xml:space="preserve"> podává nabídku na </w:t>
      </w:r>
      <w:r w:rsidR="001708F9" w:rsidRPr="00452C15">
        <w:rPr>
          <w:lang w:eastAsia="cs-CZ"/>
        </w:rPr>
        <w:t>na</w:t>
      </w:r>
      <w:r w:rsidR="006D392E" w:rsidRPr="00452C15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452C15">
        <w:rPr>
          <w:lang w:eastAsia="cs-CZ"/>
        </w:rPr>
        <w:t>„</w:t>
      </w:r>
      <w:bookmarkEnd w:id="0"/>
      <w:r w:rsidR="00452C15" w:rsidRPr="00452C15">
        <w:rPr>
          <w:rStyle w:val="tun"/>
          <w:rFonts w:eastAsiaTheme="minorHAnsi"/>
        </w:rPr>
        <w:t>Implementace a pilotní testování systému poskytující dopravní informace prostřednictvím sítě 5G</w:t>
      </w:r>
      <w:r w:rsidR="006D392E" w:rsidRPr="00452C15">
        <w:rPr>
          <w:lang w:eastAsia="cs-CZ"/>
        </w:rPr>
        <w:t>“,</w:t>
      </w:r>
      <w:r w:rsidR="006D392E" w:rsidRPr="00D716B7">
        <w:rPr>
          <w:lang w:eastAsia="cs-CZ"/>
        </w:rPr>
        <w:t xml:space="preserve">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169AA4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7CF6B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B7295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F5E9E1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25149"/>
    <w:rsid w:val="00341DCF"/>
    <w:rsid w:val="00356AB4"/>
    <w:rsid w:val="00357BC6"/>
    <w:rsid w:val="003813B7"/>
    <w:rsid w:val="003956C6"/>
    <w:rsid w:val="003C5C92"/>
    <w:rsid w:val="003E58EA"/>
    <w:rsid w:val="00441430"/>
    <w:rsid w:val="00450F07"/>
    <w:rsid w:val="00452C15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90E"/>
    <w:rsid w:val="00B15D0D"/>
    <w:rsid w:val="00B75EE1"/>
    <w:rsid w:val="00B77481"/>
    <w:rsid w:val="00B8518B"/>
    <w:rsid w:val="00BA0EFC"/>
    <w:rsid w:val="00BB38F9"/>
    <w:rsid w:val="00BD7E91"/>
    <w:rsid w:val="00C02D0A"/>
    <w:rsid w:val="00C03A6E"/>
    <w:rsid w:val="00C15D7C"/>
    <w:rsid w:val="00C44F6A"/>
    <w:rsid w:val="00C47AE3"/>
    <w:rsid w:val="00C6631B"/>
    <w:rsid w:val="00CB7771"/>
    <w:rsid w:val="00CD1FC4"/>
    <w:rsid w:val="00D20CAC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Kleprlíková Hana, Bc.</cp:lastModifiedBy>
  <cp:revision>4</cp:revision>
  <cp:lastPrinted>2020-02-10T12:41:00Z</cp:lastPrinted>
  <dcterms:created xsi:type="dcterms:W3CDTF">2025-05-09T11:12:00Z</dcterms:created>
  <dcterms:modified xsi:type="dcterms:W3CDTF">2025-05-13T12:12:00Z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